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313" w:rsidRPr="00BA33C3" w:rsidRDefault="00B37313" w:rsidP="00201A8E">
      <w:pPr>
        <w:jc w:val="center"/>
        <w:rPr>
          <w:sz w:val="32"/>
        </w:rPr>
      </w:pPr>
      <w:r w:rsidRPr="00BA33C3">
        <w:rPr>
          <w:sz w:val="32"/>
        </w:rPr>
        <w:t>Research interests</w:t>
      </w:r>
    </w:p>
    <w:p w:rsidR="00B37313" w:rsidRDefault="00B37313" w:rsidP="00F24F84">
      <w:pPr>
        <w:rPr>
          <w:rFonts w:eastAsia="標楷體"/>
          <w:color w:val="000000"/>
        </w:rPr>
      </w:pPr>
      <w:r>
        <w:t xml:space="preserve">My research interests include </w:t>
      </w:r>
      <w:r w:rsidRPr="00CC6993">
        <w:t xml:space="preserve">seismic instrumentation, seismometer installation, rotational seismology, </w:t>
      </w:r>
      <w:r>
        <w:t xml:space="preserve">and </w:t>
      </w:r>
      <w:r w:rsidRPr="00CC6993">
        <w:t>infrasound measurements.</w:t>
      </w:r>
      <w:r w:rsidRPr="00F24F84">
        <w:t xml:space="preserve"> </w:t>
      </w:r>
      <w:r>
        <w:t xml:space="preserve">During my work at the Institute of Earth Sciences of Academia Sinica in </w:t>
      </w:r>
      <w:smartTag w:uri="urn:schemas-microsoft-com:office:smarttags" w:element="country-region">
        <w:r>
          <w:t>Taiwan</w:t>
        </w:r>
      </w:smartTag>
      <w:r>
        <w:t>, I</w:t>
      </w:r>
      <w:r w:rsidRPr="00DD7BD3">
        <w:rPr>
          <w:rFonts w:eastAsia="標楷體"/>
          <w:color w:val="000000"/>
        </w:rPr>
        <w:t xml:space="preserve"> </w:t>
      </w:r>
      <w:r>
        <w:rPr>
          <w:rFonts w:eastAsia="標楷體"/>
          <w:color w:val="000000"/>
        </w:rPr>
        <w:t xml:space="preserve">participated in several projects, e.g., construct and operate seismic stations, develop methods to install posthole seismometer, take charge of calibration and testing seismological instruments, operate satellite communication technology, North fining technology, rotational seismology, infrasound measurement, and promote seismological education in </w:t>
      </w:r>
      <w:smartTag w:uri="urn:schemas-microsoft-com:office:smarttags" w:element="country-region">
        <w:smartTag w:uri="urn:schemas-microsoft-com:office:smarttags" w:element="place">
          <w:r>
            <w:rPr>
              <w:rFonts w:eastAsia="標楷體"/>
              <w:color w:val="000000"/>
            </w:rPr>
            <w:t>Taiwan</w:t>
          </w:r>
        </w:smartTag>
      </w:smartTag>
      <w:r>
        <w:rPr>
          <w:rFonts w:eastAsia="標楷體"/>
          <w:color w:val="000000"/>
        </w:rPr>
        <w:t>.</w:t>
      </w:r>
    </w:p>
    <w:p w:rsidR="00B37313" w:rsidRDefault="00B37313" w:rsidP="00201A8E"/>
    <w:p w:rsidR="00B37313" w:rsidRDefault="00B37313" w:rsidP="00201A8E">
      <w:r>
        <w:t>My academic background is mechanical engineering. Among the areas, I am especially interested in mechanical design, mechatronics, and control theory. Integrate actuator and mechanism and write a human-machine-interface program is my specialty.</w:t>
      </w:r>
    </w:p>
    <w:p w:rsidR="00B37313" w:rsidRDefault="00B37313" w:rsidP="00201A8E"/>
    <w:p w:rsidR="00B37313" w:rsidRDefault="00B37313" w:rsidP="00201A8E">
      <w:r>
        <w:t xml:space="preserve">My dissertation “Study on the Rotational Sensors in Ground Measurement and Application” primarily focused on rotational sensor calibration and several applications, e.g., investigation of array-derived rotation, rotational motions for teleseismic surface waves, correcting rotation-induced effects on accelerometer, and North finding technique. </w:t>
      </w:r>
    </w:p>
    <w:p w:rsidR="00B37313" w:rsidRDefault="00B37313" w:rsidP="00201A8E">
      <w:bookmarkStart w:id="0" w:name="_GoBack"/>
      <w:bookmarkEnd w:id="0"/>
      <w:r>
        <w:t xml:space="preserve"> </w:t>
      </w:r>
    </w:p>
    <w:sectPr w:rsidR="00B37313" w:rsidSect="00A05F7D">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313" w:rsidRDefault="00B37313" w:rsidP="00D67F08">
      <w:r>
        <w:separator/>
      </w:r>
    </w:p>
  </w:endnote>
  <w:endnote w:type="continuationSeparator" w:id="0">
    <w:p w:rsidR="00B37313" w:rsidRDefault="00B37313" w:rsidP="00D67F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313" w:rsidRDefault="00B37313" w:rsidP="00D67F08">
      <w:r>
        <w:separator/>
      </w:r>
    </w:p>
  </w:footnote>
  <w:footnote w:type="continuationSeparator" w:id="0">
    <w:p w:rsidR="00B37313" w:rsidRDefault="00B37313" w:rsidP="00D67F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488A"/>
    <w:rsid w:val="00001D2F"/>
    <w:rsid w:val="00052E48"/>
    <w:rsid w:val="00055408"/>
    <w:rsid w:val="00057D6C"/>
    <w:rsid w:val="00072293"/>
    <w:rsid w:val="0007784C"/>
    <w:rsid w:val="00077A61"/>
    <w:rsid w:val="00095A24"/>
    <w:rsid w:val="00096962"/>
    <w:rsid w:val="000A4818"/>
    <w:rsid w:val="000B3374"/>
    <w:rsid w:val="000C0E86"/>
    <w:rsid w:val="000C7BFE"/>
    <w:rsid w:val="000D27E9"/>
    <w:rsid w:val="000D3809"/>
    <w:rsid w:val="000D7E59"/>
    <w:rsid w:val="000E1153"/>
    <w:rsid w:val="000E32AE"/>
    <w:rsid w:val="000E46C3"/>
    <w:rsid w:val="000F45FD"/>
    <w:rsid w:val="001028A6"/>
    <w:rsid w:val="00106210"/>
    <w:rsid w:val="00113B8D"/>
    <w:rsid w:val="00130A11"/>
    <w:rsid w:val="00130EEA"/>
    <w:rsid w:val="00140096"/>
    <w:rsid w:val="00142FD0"/>
    <w:rsid w:val="00144A00"/>
    <w:rsid w:val="00147FC3"/>
    <w:rsid w:val="00160129"/>
    <w:rsid w:val="00160272"/>
    <w:rsid w:val="001757E4"/>
    <w:rsid w:val="00175F30"/>
    <w:rsid w:val="00183E1E"/>
    <w:rsid w:val="0018416E"/>
    <w:rsid w:val="00184734"/>
    <w:rsid w:val="00185C47"/>
    <w:rsid w:val="0019096A"/>
    <w:rsid w:val="00190FE4"/>
    <w:rsid w:val="00192F14"/>
    <w:rsid w:val="00195BBE"/>
    <w:rsid w:val="001C5B24"/>
    <w:rsid w:val="001D210E"/>
    <w:rsid w:val="001D41D3"/>
    <w:rsid w:val="001E3ADA"/>
    <w:rsid w:val="001E450D"/>
    <w:rsid w:val="001E500A"/>
    <w:rsid w:val="00201A8E"/>
    <w:rsid w:val="00204894"/>
    <w:rsid w:val="00221E0A"/>
    <w:rsid w:val="00223B54"/>
    <w:rsid w:val="00225FA5"/>
    <w:rsid w:val="002471A3"/>
    <w:rsid w:val="00262271"/>
    <w:rsid w:val="00264831"/>
    <w:rsid w:val="00267167"/>
    <w:rsid w:val="00274C4E"/>
    <w:rsid w:val="002A27F8"/>
    <w:rsid w:val="002A3774"/>
    <w:rsid w:val="002A4FE0"/>
    <w:rsid w:val="002A53E0"/>
    <w:rsid w:val="002B2AFE"/>
    <w:rsid w:val="002C4425"/>
    <w:rsid w:val="002C4F0F"/>
    <w:rsid w:val="002D2BF9"/>
    <w:rsid w:val="002D798C"/>
    <w:rsid w:val="002E2CD9"/>
    <w:rsid w:val="002E4F39"/>
    <w:rsid w:val="002F34E7"/>
    <w:rsid w:val="002F631F"/>
    <w:rsid w:val="002F78A0"/>
    <w:rsid w:val="0030321C"/>
    <w:rsid w:val="003133A9"/>
    <w:rsid w:val="003200B8"/>
    <w:rsid w:val="003219E8"/>
    <w:rsid w:val="00325705"/>
    <w:rsid w:val="00367ACB"/>
    <w:rsid w:val="00370D21"/>
    <w:rsid w:val="00385643"/>
    <w:rsid w:val="003B3E84"/>
    <w:rsid w:val="003B64C7"/>
    <w:rsid w:val="003C28F5"/>
    <w:rsid w:val="003C2FAF"/>
    <w:rsid w:val="003C32DB"/>
    <w:rsid w:val="003D0037"/>
    <w:rsid w:val="003D645D"/>
    <w:rsid w:val="003D6BF6"/>
    <w:rsid w:val="003D7215"/>
    <w:rsid w:val="003E6D63"/>
    <w:rsid w:val="003F25D4"/>
    <w:rsid w:val="00400824"/>
    <w:rsid w:val="00406B6C"/>
    <w:rsid w:val="00412191"/>
    <w:rsid w:val="00417D31"/>
    <w:rsid w:val="004276EE"/>
    <w:rsid w:val="0043430D"/>
    <w:rsid w:val="0044419B"/>
    <w:rsid w:val="004543C3"/>
    <w:rsid w:val="004801C4"/>
    <w:rsid w:val="0048489E"/>
    <w:rsid w:val="00485E77"/>
    <w:rsid w:val="00493D6F"/>
    <w:rsid w:val="004A2C0D"/>
    <w:rsid w:val="004B3D7F"/>
    <w:rsid w:val="004C48B8"/>
    <w:rsid w:val="004D1FA0"/>
    <w:rsid w:val="004D3B1E"/>
    <w:rsid w:val="004D7B7C"/>
    <w:rsid w:val="004E284D"/>
    <w:rsid w:val="004E2D6D"/>
    <w:rsid w:val="004F6B15"/>
    <w:rsid w:val="00500C82"/>
    <w:rsid w:val="005028F2"/>
    <w:rsid w:val="0050368E"/>
    <w:rsid w:val="00507EC8"/>
    <w:rsid w:val="00512B48"/>
    <w:rsid w:val="00513BEE"/>
    <w:rsid w:val="00516D82"/>
    <w:rsid w:val="00516EA5"/>
    <w:rsid w:val="0052577A"/>
    <w:rsid w:val="005348FA"/>
    <w:rsid w:val="00537172"/>
    <w:rsid w:val="00545AAE"/>
    <w:rsid w:val="005532F3"/>
    <w:rsid w:val="005541A3"/>
    <w:rsid w:val="00554441"/>
    <w:rsid w:val="00554AFD"/>
    <w:rsid w:val="00555251"/>
    <w:rsid w:val="005555DF"/>
    <w:rsid w:val="005559DF"/>
    <w:rsid w:val="00566279"/>
    <w:rsid w:val="005868C8"/>
    <w:rsid w:val="00586FB2"/>
    <w:rsid w:val="005A17CB"/>
    <w:rsid w:val="005B4406"/>
    <w:rsid w:val="005B488A"/>
    <w:rsid w:val="005C24D7"/>
    <w:rsid w:val="005C67E9"/>
    <w:rsid w:val="005E3AF5"/>
    <w:rsid w:val="005E5810"/>
    <w:rsid w:val="005F4870"/>
    <w:rsid w:val="005F5025"/>
    <w:rsid w:val="005F5A88"/>
    <w:rsid w:val="00601541"/>
    <w:rsid w:val="00605FF2"/>
    <w:rsid w:val="0061160B"/>
    <w:rsid w:val="00611D04"/>
    <w:rsid w:val="0061443E"/>
    <w:rsid w:val="0062776B"/>
    <w:rsid w:val="00630441"/>
    <w:rsid w:val="006400A9"/>
    <w:rsid w:val="00650845"/>
    <w:rsid w:val="00672792"/>
    <w:rsid w:val="00676FEB"/>
    <w:rsid w:val="00677109"/>
    <w:rsid w:val="00695713"/>
    <w:rsid w:val="006B7AA4"/>
    <w:rsid w:val="006D4CFB"/>
    <w:rsid w:val="006F36A1"/>
    <w:rsid w:val="00707D64"/>
    <w:rsid w:val="00713F3C"/>
    <w:rsid w:val="0072085B"/>
    <w:rsid w:val="00726207"/>
    <w:rsid w:val="00736614"/>
    <w:rsid w:val="0073668B"/>
    <w:rsid w:val="00737F38"/>
    <w:rsid w:val="00740289"/>
    <w:rsid w:val="00745050"/>
    <w:rsid w:val="0075747C"/>
    <w:rsid w:val="0076180C"/>
    <w:rsid w:val="007633CF"/>
    <w:rsid w:val="00764629"/>
    <w:rsid w:val="00767A97"/>
    <w:rsid w:val="00770637"/>
    <w:rsid w:val="00781925"/>
    <w:rsid w:val="00784009"/>
    <w:rsid w:val="00787504"/>
    <w:rsid w:val="00792E23"/>
    <w:rsid w:val="007A1F01"/>
    <w:rsid w:val="007C2AE4"/>
    <w:rsid w:val="007E5E67"/>
    <w:rsid w:val="00801C92"/>
    <w:rsid w:val="008028E2"/>
    <w:rsid w:val="008179F6"/>
    <w:rsid w:val="0082255F"/>
    <w:rsid w:val="008276B3"/>
    <w:rsid w:val="00834EAE"/>
    <w:rsid w:val="0084056B"/>
    <w:rsid w:val="0084144F"/>
    <w:rsid w:val="008439B0"/>
    <w:rsid w:val="00843B2D"/>
    <w:rsid w:val="008513C0"/>
    <w:rsid w:val="00856508"/>
    <w:rsid w:val="008626A5"/>
    <w:rsid w:val="008637E1"/>
    <w:rsid w:val="00863B61"/>
    <w:rsid w:val="00883EAF"/>
    <w:rsid w:val="008A34CA"/>
    <w:rsid w:val="008B274F"/>
    <w:rsid w:val="008C1897"/>
    <w:rsid w:val="008C5DF8"/>
    <w:rsid w:val="008D25EE"/>
    <w:rsid w:val="008D3ED6"/>
    <w:rsid w:val="008D77B4"/>
    <w:rsid w:val="008E3872"/>
    <w:rsid w:val="008F2E5F"/>
    <w:rsid w:val="00910AD0"/>
    <w:rsid w:val="00912C7D"/>
    <w:rsid w:val="009131EA"/>
    <w:rsid w:val="00920639"/>
    <w:rsid w:val="00921D84"/>
    <w:rsid w:val="0092322D"/>
    <w:rsid w:val="00925E83"/>
    <w:rsid w:val="00926CFC"/>
    <w:rsid w:val="0093168F"/>
    <w:rsid w:val="00954B93"/>
    <w:rsid w:val="00956EF4"/>
    <w:rsid w:val="00957615"/>
    <w:rsid w:val="00967EB6"/>
    <w:rsid w:val="00975958"/>
    <w:rsid w:val="00976263"/>
    <w:rsid w:val="00986C6E"/>
    <w:rsid w:val="00996747"/>
    <w:rsid w:val="00996D89"/>
    <w:rsid w:val="009B2673"/>
    <w:rsid w:val="009B33FB"/>
    <w:rsid w:val="009B5BC3"/>
    <w:rsid w:val="009C2E89"/>
    <w:rsid w:val="009C680B"/>
    <w:rsid w:val="009D4537"/>
    <w:rsid w:val="009D5548"/>
    <w:rsid w:val="009E280F"/>
    <w:rsid w:val="009E3F5E"/>
    <w:rsid w:val="009E544D"/>
    <w:rsid w:val="00A03492"/>
    <w:rsid w:val="00A05F7D"/>
    <w:rsid w:val="00A26BEE"/>
    <w:rsid w:val="00A274FB"/>
    <w:rsid w:val="00A27978"/>
    <w:rsid w:val="00A33D4A"/>
    <w:rsid w:val="00A44708"/>
    <w:rsid w:val="00A46066"/>
    <w:rsid w:val="00A6247F"/>
    <w:rsid w:val="00A6726D"/>
    <w:rsid w:val="00A67C68"/>
    <w:rsid w:val="00A75F0A"/>
    <w:rsid w:val="00A83FA1"/>
    <w:rsid w:val="00A86D29"/>
    <w:rsid w:val="00A87349"/>
    <w:rsid w:val="00A90EC0"/>
    <w:rsid w:val="00A94395"/>
    <w:rsid w:val="00AA1289"/>
    <w:rsid w:val="00AB31F1"/>
    <w:rsid w:val="00AB3755"/>
    <w:rsid w:val="00AB6A4B"/>
    <w:rsid w:val="00AB7127"/>
    <w:rsid w:val="00AB72A8"/>
    <w:rsid w:val="00AC75D9"/>
    <w:rsid w:val="00AD0566"/>
    <w:rsid w:val="00AD2A3D"/>
    <w:rsid w:val="00AD480C"/>
    <w:rsid w:val="00AD5D6F"/>
    <w:rsid w:val="00AD7F20"/>
    <w:rsid w:val="00AE08C7"/>
    <w:rsid w:val="00AE531A"/>
    <w:rsid w:val="00AF0E07"/>
    <w:rsid w:val="00AF4419"/>
    <w:rsid w:val="00B00BC1"/>
    <w:rsid w:val="00B01F4C"/>
    <w:rsid w:val="00B06F99"/>
    <w:rsid w:val="00B14AFC"/>
    <w:rsid w:val="00B32555"/>
    <w:rsid w:val="00B359A7"/>
    <w:rsid w:val="00B37313"/>
    <w:rsid w:val="00B45D01"/>
    <w:rsid w:val="00B705A1"/>
    <w:rsid w:val="00B712E5"/>
    <w:rsid w:val="00B71C7B"/>
    <w:rsid w:val="00B74669"/>
    <w:rsid w:val="00B77279"/>
    <w:rsid w:val="00B82535"/>
    <w:rsid w:val="00B83BEA"/>
    <w:rsid w:val="00B83E8D"/>
    <w:rsid w:val="00B90333"/>
    <w:rsid w:val="00BA0EBA"/>
    <w:rsid w:val="00BA33C3"/>
    <w:rsid w:val="00BB594C"/>
    <w:rsid w:val="00BB64D3"/>
    <w:rsid w:val="00BB7B33"/>
    <w:rsid w:val="00BC1F91"/>
    <w:rsid w:val="00BC3E7D"/>
    <w:rsid w:val="00BC6B47"/>
    <w:rsid w:val="00BD2BB4"/>
    <w:rsid w:val="00BD7A28"/>
    <w:rsid w:val="00BE17F8"/>
    <w:rsid w:val="00BF6156"/>
    <w:rsid w:val="00C1011F"/>
    <w:rsid w:val="00C13CB6"/>
    <w:rsid w:val="00C263E8"/>
    <w:rsid w:val="00C26A91"/>
    <w:rsid w:val="00C331A4"/>
    <w:rsid w:val="00C33D06"/>
    <w:rsid w:val="00C54748"/>
    <w:rsid w:val="00C56176"/>
    <w:rsid w:val="00C679BB"/>
    <w:rsid w:val="00C75259"/>
    <w:rsid w:val="00C76A00"/>
    <w:rsid w:val="00C80502"/>
    <w:rsid w:val="00C830C5"/>
    <w:rsid w:val="00CA4F8E"/>
    <w:rsid w:val="00CA7AD4"/>
    <w:rsid w:val="00CC37FC"/>
    <w:rsid w:val="00CC6993"/>
    <w:rsid w:val="00CD17DD"/>
    <w:rsid w:val="00CE4BD3"/>
    <w:rsid w:val="00D037B7"/>
    <w:rsid w:val="00D04B11"/>
    <w:rsid w:val="00D11CDF"/>
    <w:rsid w:val="00D2330F"/>
    <w:rsid w:val="00D233FB"/>
    <w:rsid w:val="00D2704B"/>
    <w:rsid w:val="00D36E9D"/>
    <w:rsid w:val="00D47093"/>
    <w:rsid w:val="00D47E83"/>
    <w:rsid w:val="00D64C4D"/>
    <w:rsid w:val="00D67F08"/>
    <w:rsid w:val="00D72C51"/>
    <w:rsid w:val="00D77826"/>
    <w:rsid w:val="00D8155D"/>
    <w:rsid w:val="00DC5493"/>
    <w:rsid w:val="00DD7BD3"/>
    <w:rsid w:val="00DE0C4E"/>
    <w:rsid w:val="00DF2415"/>
    <w:rsid w:val="00E02091"/>
    <w:rsid w:val="00E46548"/>
    <w:rsid w:val="00E61CB1"/>
    <w:rsid w:val="00E63C1F"/>
    <w:rsid w:val="00E65971"/>
    <w:rsid w:val="00E80567"/>
    <w:rsid w:val="00E93C0A"/>
    <w:rsid w:val="00E94805"/>
    <w:rsid w:val="00EA034A"/>
    <w:rsid w:val="00EA429E"/>
    <w:rsid w:val="00EA5EE5"/>
    <w:rsid w:val="00EB1BAB"/>
    <w:rsid w:val="00EB46D8"/>
    <w:rsid w:val="00EC1E6D"/>
    <w:rsid w:val="00ED50B0"/>
    <w:rsid w:val="00ED6D87"/>
    <w:rsid w:val="00EE1C93"/>
    <w:rsid w:val="00EE504D"/>
    <w:rsid w:val="00EF1A0F"/>
    <w:rsid w:val="00F05892"/>
    <w:rsid w:val="00F07E94"/>
    <w:rsid w:val="00F14CD4"/>
    <w:rsid w:val="00F16BE5"/>
    <w:rsid w:val="00F24F84"/>
    <w:rsid w:val="00F27EC5"/>
    <w:rsid w:val="00F347C1"/>
    <w:rsid w:val="00F473EC"/>
    <w:rsid w:val="00F539DF"/>
    <w:rsid w:val="00F56837"/>
    <w:rsid w:val="00F6080C"/>
    <w:rsid w:val="00F72F6E"/>
    <w:rsid w:val="00F7487B"/>
    <w:rsid w:val="00F74F4F"/>
    <w:rsid w:val="00F77D53"/>
    <w:rsid w:val="00F80FEB"/>
    <w:rsid w:val="00F83964"/>
    <w:rsid w:val="00FA5CCD"/>
    <w:rsid w:val="00FB0988"/>
    <w:rsid w:val="00FB28AC"/>
    <w:rsid w:val="00FC41C0"/>
    <w:rsid w:val="00FC54EF"/>
    <w:rsid w:val="00FE0BE2"/>
    <w:rsid w:val="00FF374F"/>
    <w:rsid w:val="00FF788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F7D"/>
    <w:pPr>
      <w:widowControl w:val="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67F08"/>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D67F08"/>
    <w:rPr>
      <w:rFonts w:cs="Times New Roman"/>
      <w:sz w:val="20"/>
      <w:szCs w:val="20"/>
    </w:rPr>
  </w:style>
  <w:style w:type="paragraph" w:styleId="Footer">
    <w:name w:val="footer"/>
    <w:basedOn w:val="Normal"/>
    <w:link w:val="FooterChar"/>
    <w:uiPriority w:val="99"/>
    <w:semiHidden/>
    <w:rsid w:val="00D67F08"/>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D67F08"/>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271</TotalTime>
  <Pages>1</Pages>
  <Words>177</Words>
  <Characters>1009</Characters>
  <Application>Microsoft Office Outlook</Application>
  <DocSecurity>0</DocSecurity>
  <Lines>0</Lines>
  <Paragraphs>0</Paragraphs>
  <ScaleCrop>false</ScaleCrop>
  <Company>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dc:creator>
  <cp:keywords/>
  <dc:description/>
  <cp:lastModifiedBy>YoungMan</cp:lastModifiedBy>
  <cp:revision>25</cp:revision>
  <dcterms:created xsi:type="dcterms:W3CDTF">2012-11-19T05:08:00Z</dcterms:created>
  <dcterms:modified xsi:type="dcterms:W3CDTF">2014-02-26T13:36:00Z</dcterms:modified>
</cp:coreProperties>
</file>